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A0526" w14:textId="77777777" w:rsidR="00224281" w:rsidRPr="009A7E76" w:rsidRDefault="009A7E76" w:rsidP="00F26C2B">
      <w:pPr>
        <w:ind w:right="1128"/>
        <w:rPr>
          <w:rFonts w:ascii="Raleway" w:hAnsi="Raleway"/>
          <w:b/>
          <w:sz w:val="28"/>
          <w:szCs w:val="28"/>
        </w:rPr>
      </w:pPr>
      <w:r w:rsidRPr="009A7E76">
        <w:rPr>
          <w:rFonts w:ascii="Raleway" w:hAnsi="Raleway"/>
          <w:b/>
          <w:sz w:val="28"/>
          <w:szCs w:val="28"/>
        </w:rPr>
        <w:t>PRESSEINFORMATION</w:t>
      </w:r>
    </w:p>
    <w:p w14:paraId="4B545FA4" w14:textId="77777777" w:rsidR="009A7E76" w:rsidRDefault="009A7E76" w:rsidP="00F26C2B">
      <w:pPr>
        <w:ind w:right="1128"/>
        <w:rPr>
          <w:rFonts w:ascii="Raleway" w:hAnsi="Raleway"/>
          <w:b/>
        </w:rPr>
      </w:pPr>
    </w:p>
    <w:p w14:paraId="7EE5F270" w14:textId="77777777" w:rsidR="009A7E76" w:rsidRDefault="009A7E76" w:rsidP="00F26C2B">
      <w:pPr>
        <w:ind w:right="1128"/>
        <w:rPr>
          <w:rFonts w:ascii="Raleway" w:hAnsi="Raleway"/>
          <w:b/>
        </w:rPr>
      </w:pPr>
    </w:p>
    <w:p w14:paraId="5692A70D" w14:textId="39396194" w:rsidR="00F06272" w:rsidRPr="00823E20" w:rsidRDefault="00A95106" w:rsidP="00F06272">
      <w:pPr>
        <w:spacing w:line="360" w:lineRule="auto"/>
        <w:ind w:right="1128"/>
        <w:jc w:val="both"/>
        <w:rPr>
          <w:rFonts w:ascii="Raleway" w:hAnsi="Raleway"/>
          <w:b/>
          <w:sz w:val="20"/>
        </w:rPr>
      </w:pPr>
      <w:r>
        <w:rPr>
          <w:rFonts w:ascii="Raleway" w:hAnsi="Raleway"/>
          <w:b/>
          <w:sz w:val="20"/>
        </w:rPr>
        <w:t>Erfolgreich gestartet</w:t>
      </w:r>
    </w:p>
    <w:p w14:paraId="531F7B02" w14:textId="20BF1578" w:rsidR="00F06272" w:rsidRDefault="005931B7" w:rsidP="00F06272">
      <w:pPr>
        <w:spacing w:line="360" w:lineRule="auto"/>
        <w:ind w:right="1128"/>
        <w:jc w:val="both"/>
        <w:rPr>
          <w:rFonts w:ascii="Raleway" w:hAnsi="Raleway"/>
          <w:b/>
          <w:sz w:val="24"/>
          <w:szCs w:val="24"/>
        </w:rPr>
      </w:pPr>
      <w:r>
        <w:rPr>
          <w:rFonts w:ascii="Raleway" w:hAnsi="Raleway"/>
          <w:b/>
          <w:sz w:val="24"/>
          <w:szCs w:val="24"/>
        </w:rPr>
        <w:t xml:space="preserve">Lingner Marketing </w:t>
      </w:r>
      <w:r w:rsidR="00A95106">
        <w:rPr>
          <w:rFonts w:ascii="Raleway" w:hAnsi="Raleway"/>
          <w:b/>
          <w:sz w:val="24"/>
          <w:szCs w:val="24"/>
        </w:rPr>
        <w:t>gewinnt viele Neukunden im ersten Quartal</w:t>
      </w:r>
    </w:p>
    <w:p w14:paraId="79BEDB08" w14:textId="77777777" w:rsidR="00F06272" w:rsidRDefault="00F06272" w:rsidP="00F06272">
      <w:pPr>
        <w:spacing w:line="360" w:lineRule="auto"/>
        <w:ind w:right="1128"/>
        <w:jc w:val="both"/>
        <w:rPr>
          <w:rFonts w:ascii="Raleway" w:hAnsi="Raleway"/>
          <w:b/>
          <w:szCs w:val="22"/>
        </w:rPr>
      </w:pPr>
    </w:p>
    <w:p w14:paraId="29E5C3E9" w14:textId="2A1FCEAB" w:rsidR="00F06272" w:rsidRDefault="00A95106" w:rsidP="00F06272">
      <w:pPr>
        <w:spacing w:line="360" w:lineRule="auto"/>
        <w:ind w:right="1128"/>
        <w:jc w:val="both"/>
        <w:rPr>
          <w:rFonts w:ascii="Raleway" w:hAnsi="Raleway"/>
          <w:i/>
          <w:szCs w:val="22"/>
        </w:rPr>
      </w:pPr>
      <w:r>
        <w:rPr>
          <w:rFonts w:ascii="Raleway" w:hAnsi="Raleway"/>
          <w:i/>
          <w:szCs w:val="22"/>
        </w:rPr>
        <w:t xml:space="preserve">Gute Aussichten für die </w:t>
      </w:r>
      <w:r w:rsidR="00F33E8A">
        <w:rPr>
          <w:rFonts w:ascii="Raleway" w:hAnsi="Raleway"/>
          <w:i/>
          <w:szCs w:val="22"/>
        </w:rPr>
        <w:t>Kreativagentur Lingner Marketing</w:t>
      </w:r>
      <w:r>
        <w:rPr>
          <w:rFonts w:ascii="Raleway" w:hAnsi="Raleway"/>
          <w:i/>
          <w:szCs w:val="22"/>
        </w:rPr>
        <w:t>: Im ersten Quartal 2024 konnte sie bereits z</w:t>
      </w:r>
      <w:r w:rsidR="00F33E8A">
        <w:rPr>
          <w:rFonts w:ascii="Raleway" w:hAnsi="Raleway"/>
          <w:i/>
          <w:szCs w:val="22"/>
        </w:rPr>
        <w:t xml:space="preserve">ahlreiche Neukunden gewinnen. </w:t>
      </w:r>
    </w:p>
    <w:p w14:paraId="6E997AD0" w14:textId="77777777" w:rsidR="00F06272" w:rsidRDefault="00F06272" w:rsidP="00F06272">
      <w:pPr>
        <w:spacing w:line="360" w:lineRule="auto"/>
        <w:ind w:right="1128"/>
        <w:jc w:val="both"/>
        <w:rPr>
          <w:rFonts w:ascii="Raleway" w:hAnsi="Raleway"/>
          <w:i/>
          <w:szCs w:val="22"/>
        </w:rPr>
      </w:pPr>
    </w:p>
    <w:p w14:paraId="11096E1C" w14:textId="75AB87F8" w:rsidR="00344EE1" w:rsidRDefault="00F06272" w:rsidP="00F06272">
      <w:pPr>
        <w:spacing w:line="360" w:lineRule="auto"/>
        <w:ind w:right="1128"/>
        <w:jc w:val="both"/>
        <w:rPr>
          <w:rFonts w:ascii="Raleway" w:hAnsi="Raleway"/>
          <w:szCs w:val="22"/>
        </w:rPr>
      </w:pPr>
      <w:r>
        <w:rPr>
          <w:rFonts w:ascii="Raleway" w:hAnsi="Raleway"/>
          <w:szCs w:val="22"/>
        </w:rPr>
        <w:t xml:space="preserve">FÜRTH, </w:t>
      </w:r>
      <w:r w:rsidR="00A95106">
        <w:rPr>
          <w:rFonts w:ascii="Raleway" w:hAnsi="Raleway"/>
          <w:szCs w:val="22"/>
        </w:rPr>
        <w:t>März</w:t>
      </w:r>
      <w:r>
        <w:rPr>
          <w:rFonts w:ascii="Raleway" w:hAnsi="Raleway"/>
          <w:szCs w:val="22"/>
        </w:rPr>
        <w:t xml:space="preserve"> 202</w:t>
      </w:r>
      <w:r w:rsidR="00A95106">
        <w:rPr>
          <w:rFonts w:ascii="Raleway" w:hAnsi="Raleway"/>
          <w:szCs w:val="22"/>
        </w:rPr>
        <w:t>4</w:t>
      </w:r>
      <w:r>
        <w:rPr>
          <w:rFonts w:ascii="Raleway" w:hAnsi="Raleway"/>
          <w:szCs w:val="22"/>
        </w:rPr>
        <w:t xml:space="preserve"> – </w:t>
      </w:r>
      <w:r w:rsidR="005B484E">
        <w:rPr>
          <w:rFonts w:ascii="Raleway" w:hAnsi="Raleway"/>
          <w:szCs w:val="22"/>
        </w:rPr>
        <w:t>Der</w:t>
      </w:r>
      <w:r w:rsidR="00EB0D22">
        <w:rPr>
          <w:rFonts w:ascii="Raleway" w:hAnsi="Raleway"/>
          <w:szCs w:val="22"/>
        </w:rPr>
        <w:t xml:space="preserve"> allgemeine</w:t>
      </w:r>
      <w:r w:rsidR="005B484E">
        <w:rPr>
          <w:rFonts w:ascii="Raleway" w:hAnsi="Raleway"/>
          <w:szCs w:val="22"/>
        </w:rPr>
        <w:t>n</w:t>
      </w:r>
      <w:r w:rsidR="00EB0D22">
        <w:rPr>
          <w:rFonts w:ascii="Raleway" w:hAnsi="Raleway"/>
          <w:szCs w:val="22"/>
        </w:rPr>
        <w:t xml:space="preserve"> Marktlage</w:t>
      </w:r>
      <w:r w:rsidR="00EB0D22" w:rsidRPr="00EB0D22">
        <w:rPr>
          <w:rFonts w:ascii="Raleway" w:hAnsi="Raleway"/>
          <w:szCs w:val="22"/>
        </w:rPr>
        <w:t xml:space="preserve"> </w:t>
      </w:r>
      <w:r w:rsidR="005B484E">
        <w:rPr>
          <w:rFonts w:ascii="Raleway" w:hAnsi="Raleway"/>
          <w:szCs w:val="22"/>
        </w:rPr>
        <w:t>zum Trotz</w:t>
      </w:r>
      <w:r w:rsidR="00EB0D22" w:rsidRPr="00EB0D22">
        <w:rPr>
          <w:rFonts w:ascii="Raleway" w:hAnsi="Raleway"/>
          <w:szCs w:val="22"/>
        </w:rPr>
        <w:t xml:space="preserve"> kann </w:t>
      </w:r>
      <w:r w:rsidR="00EB0D22">
        <w:rPr>
          <w:rFonts w:ascii="Raleway" w:hAnsi="Raleway"/>
          <w:szCs w:val="22"/>
        </w:rPr>
        <w:t xml:space="preserve">die Kreativagentur Lingner Marketing aus Fürth </w:t>
      </w:r>
      <w:r w:rsidR="00EB0D22" w:rsidRPr="00EB0D22">
        <w:rPr>
          <w:rFonts w:ascii="Raleway" w:hAnsi="Raleway"/>
          <w:szCs w:val="22"/>
        </w:rPr>
        <w:t>positive Nachrichten vermelden:</w:t>
      </w:r>
      <w:r w:rsidR="00EB0D22">
        <w:rPr>
          <w:rFonts w:ascii="Raleway" w:hAnsi="Raleway"/>
          <w:szCs w:val="22"/>
        </w:rPr>
        <w:t xml:space="preserve"> </w:t>
      </w:r>
      <w:r w:rsidR="00EB0D22" w:rsidRPr="00EB0D22">
        <w:rPr>
          <w:rFonts w:ascii="Raleway" w:hAnsi="Raleway"/>
          <w:szCs w:val="22"/>
        </w:rPr>
        <w:t xml:space="preserve">Die Agentur verzeichnete im ersten Quartal 2024 ein </w:t>
      </w:r>
      <w:r w:rsidR="00EB0D22">
        <w:rPr>
          <w:rFonts w:ascii="Raleway" w:hAnsi="Raleway"/>
          <w:szCs w:val="22"/>
        </w:rPr>
        <w:t>stabiles</w:t>
      </w:r>
      <w:r w:rsidR="00EB0D22" w:rsidRPr="00EB0D22">
        <w:rPr>
          <w:rFonts w:ascii="Raleway" w:hAnsi="Raleway"/>
          <w:szCs w:val="22"/>
        </w:rPr>
        <w:t xml:space="preserve"> Wachstum und konnte einige namhafte Neukunden gewinnen.</w:t>
      </w:r>
      <w:r w:rsidR="00EB0D22">
        <w:rPr>
          <w:rFonts w:ascii="Raleway" w:hAnsi="Raleway"/>
          <w:szCs w:val="22"/>
        </w:rPr>
        <w:t xml:space="preserve"> Inhaberin Sibylle Lingner</w:t>
      </w:r>
      <w:r w:rsidR="00EB0D22" w:rsidRPr="00EB0D22">
        <w:rPr>
          <w:rFonts w:ascii="Raleway" w:hAnsi="Raleway"/>
          <w:szCs w:val="22"/>
        </w:rPr>
        <w:t xml:space="preserve"> sieht die Gründe für den Erfolg in der kontinuierlichen </w:t>
      </w:r>
      <w:r w:rsidR="00EB0D22">
        <w:rPr>
          <w:rFonts w:ascii="Raleway" w:hAnsi="Raleway"/>
          <w:szCs w:val="22"/>
        </w:rPr>
        <w:t>Weiterentwicklung</w:t>
      </w:r>
      <w:r w:rsidR="00EB0D22" w:rsidRPr="00EB0D22">
        <w:rPr>
          <w:rFonts w:ascii="Raleway" w:hAnsi="Raleway"/>
          <w:szCs w:val="22"/>
        </w:rPr>
        <w:t xml:space="preserve"> und dem </w:t>
      </w:r>
      <w:r w:rsidR="00EB0D22">
        <w:rPr>
          <w:rFonts w:ascii="Raleway" w:hAnsi="Raleway"/>
          <w:szCs w:val="22"/>
        </w:rPr>
        <w:t>hohen</w:t>
      </w:r>
      <w:r w:rsidR="00EB0D22" w:rsidRPr="00EB0D22">
        <w:rPr>
          <w:rFonts w:ascii="Raleway" w:hAnsi="Raleway"/>
          <w:szCs w:val="22"/>
        </w:rPr>
        <w:t xml:space="preserve"> Kundenservice der Agentur. „Wir setzen uns ständig mit neuen Trends und Technologien auseinander und </w:t>
      </w:r>
      <w:r w:rsidR="00EB0D22">
        <w:rPr>
          <w:rFonts w:ascii="Raleway" w:hAnsi="Raleway"/>
          <w:szCs w:val="22"/>
        </w:rPr>
        <w:t>lassen diese in die</w:t>
      </w:r>
      <w:r w:rsidR="00EB0D22" w:rsidRPr="00EB0D22">
        <w:rPr>
          <w:rFonts w:ascii="Raleway" w:hAnsi="Raleway"/>
          <w:szCs w:val="22"/>
        </w:rPr>
        <w:t xml:space="preserve"> Lösungen für unsere Kunden</w:t>
      </w:r>
      <w:r w:rsidR="00EB0D22">
        <w:rPr>
          <w:rFonts w:ascii="Raleway" w:hAnsi="Raleway"/>
          <w:szCs w:val="22"/>
        </w:rPr>
        <w:t xml:space="preserve"> einfließen. </w:t>
      </w:r>
      <w:r w:rsidR="00EB0D22" w:rsidRPr="00EB0D22">
        <w:rPr>
          <w:rFonts w:ascii="Raleway" w:hAnsi="Raleway"/>
          <w:szCs w:val="22"/>
        </w:rPr>
        <w:t>Darüber hinaus legen wir großen Wert auf eine persönliche und vertrauensvolle Zusammenarbeit</w:t>
      </w:r>
      <w:r w:rsidR="002D6546">
        <w:rPr>
          <w:rFonts w:ascii="Raleway" w:hAnsi="Raleway"/>
          <w:szCs w:val="22"/>
        </w:rPr>
        <w:t xml:space="preserve"> und freuen uns schon sehr auf die neuen Projekte</w:t>
      </w:r>
      <w:r w:rsidR="00EB0D22" w:rsidRPr="00EB0D22">
        <w:rPr>
          <w:rFonts w:ascii="Raleway" w:hAnsi="Raleway"/>
          <w:szCs w:val="22"/>
        </w:rPr>
        <w:t>.“</w:t>
      </w:r>
    </w:p>
    <w:p w14:paraId="4BABF419" w14:textId="77777777" w:rsidR="008F3232" w:rsidRDefault="008F3232" w:rsidP="00F06272">
      <w:pPr>
        <w:spacing w:line="360" w:lineRule="auto"/>
        <w:ind w:right="1128"/>
        <w:jc w:val="both"/>
        <w:rPr>
          <w:rFonts w:ascii="Raleway" w:hAnsi="Raleway"/>
          <w:szCs w:val="22"/>
        </w:rPr>
      </w:pPr>
    </w:p>
    <w:p w14:paraId="52637F15" w14:textId="19DDDDA3" w:rsidR="008F3232" w:rsidRDefault="002D6546" w:rsidP="00F06272">
      <w:pPr>
        <w:spacing w:line="360" w:lineRule="auto"/>
        <w:ind w:right="1128"/>
        <w:jc w:val="both"/>
        <w:rPr>
          <w:rFonts w:ascii="Raleway" w:hAnsi="Raleway"/>
          <w:szCs w:val="22"/>
        </w:rPr>
      </w:pPr>
      <w:r>
        <w:rPr>
          <w:rFonts w:ascii="Raleway" w:hAnsi="Raleway"/>
          <w:szCs w:val="22"/>
        </w:rPr>
        <w:t>F</w:t>
      </w:r>
      <w:r w:rsidR="008F3232">
        <w:rPr>
          <w:rFonts w:ascii="Raleway" w:hAnsi="Raleway"/>
          <w:szCs w:val="22"/>
        </w:rPr>
        <w:t xml:space="preserve">olgende Unternehmen konnte Lingner Marketing </w:t>
      </w:r>
      <w:r>
        <w:rPr>
          <w:rFonts w:ascii="Raleway" w:hAnsi="Raleway"/>
          <w:szCs w:val="22"/>
        </w:rPr>
        <w:t xml:space="preserve">unter anderem </w:t>
      </w:r>
      <w:r w:rsidR="008F3232">
        <w:rPr>
          <w:rFonts w:ascii="Raleway" w:hAnsi="Raleway"/>
          <w:szCs w:val="22"/>
        </w:rPr>
        <w:t>als Kunden gewinnen:</w:t>
      </w:r>
    </w:p>
    <w:p w14:paraId="31D1D50E" w14:textId="77777777" w:rsidR="00AF3F68" w:rsidRDefault="00AF3F68" w:rsidP="00F06272">
      <w:pPr>
        <w:spacing w:line="360" w:lineRule="auto"/>
        <w:ind w:right="1128"/>
        <w:jc w:val="both"/>
        <w:rPr>
          <w:rFonts w:ascii="Raleway" w:hAnsi="Raleway"/>
          <w:szCs w:val="22"/>
        </w:rPr>
      </w:pPr>
    </w:p>
    <w:p w14:paraId="59E74C5B" w14:textId="5FD0B1B4" w:rsidR="008D47D5" w:rsidRPr="002878A2" w:rsidRDefault="008F3232" w:rsidP="008D47D5">
      <w:pPr>
        <w:spacing w:line="360" w:lineRule="auto"/>
        <w:ind w:right="1128"/>
        <w:jc w:val="both"/>
        <w:rPr>
          <w:rFonts w:ascii="Raleway" w:hAnsi="Raleway"/>
          <w:b/>
          <w:szCs w:val="22"/>
        </w:rPr>
      </w:pPr>
      <w:r>
        <w:rPr>
          <w:rFonts w:ascii="Raleway" w:hAnsi="Raleway"/>
          <w:b/>
          <w:szCs w:val="22"/>
        </w:rPr>
        <w:t>AFPRO Filters GmbH</w:t>
      </w:r>
    </w:p>
    <w:p w14:paraId="196929D6" w14:textId="47335BA6" w:rsidR="002878A2" w:rsidRDefault="004D1E43" w:rsidP="002878A2">
      <w:pPr>
        <w:spacing w:line="360" w:lineRule="auto"/>
        <w:ind w:right="1128"/>
        <w:jc w:val="both"/>
        <w:rPr>
          <w:rFonts w:ascii="Raleway" w:hAnsi="Raleway"/>
          <w:szCs w:val="22"/>
        </w:rPr>
      </w:pPr>
      <w:r>
        <w:rPr>
          <w:rFonts w:ascii="Raleway" w:hAnsi="Raleway"/>
          <w:szCs w:val="22"/>
        </w:rPr>
        <w:t xml:space="preserve">AFPRO Filters ist international führend auf dem Gebiet der Luftfiltration. Um die </w:t>
      </w:r>
      <w:r w:rsidR="002878A2">
        <w:rPr>
          <w:rFonts w:ascii="Raleway" w:hAnsi="Raleway"/>
          <w:szCs w:val="22"/>
        </w:rPr>
        <w:t xml:space="preserve">die Präsenz </w:t>
      </w:r>
      <w:r>
        <w:rPr>
          <w:rFonts w:ascii="Raleway" w:hAnsi="Raleway"/>
          <w:szCs w:val="22"/>
        </w:rPr>
        <w:t xml:space="preserve">und die Marke </w:t>
      </w:r>
      <w:r w:rsidR="002878A2">
        <w:rPr>
          <w:rFonts w:ascii="Raleway" w:hAnsi="Raleway"/>
          <w:szCs w:val="22"/>
        </w:rPr>
        <w:t xml:space="preserve">auf dem deutschen Markt zu stärken, suchte </w:t>
      </w:r>
      <w:r>
        <w:rPr>
          <w:rFonts w:ascii="Raleway" w:hAnsi="Raleway"/>
          <w:szCs w:val="22"/>
        </w:rPr>
        <w:t>die deutsche Tochter</w:t>
      </w:r>
      <w:r w:rsidR="002878A2">
        <w:rPr>
          <w:rFonts w:ascii="Raleway" w:hAnsi="Raleway"/>
          <w:szCs w:val="22"/>
        </w:rPr>
        <w:t xml:space="preserve"> eine Kreativagentur, die dies mit der richtigen Strategie und den entsprechenden Maßnahmen als </w:t>
      </w:r>
      <w:r>
        <w:rPr>
          <w:rFonts w:ascii="Raleway" w:hAnsi="Raleway"/>
          <w:szCs w:val="22"/>
        </w:rPr>
        <w:t>Leadagentur</w:t>
      </w:r>
      <w:r w:rsidR="002878A2">
        <w:rPr>
          <w:rFonts w:ascii="Raleway" w:hAnsi="Raleway"/>
          <w:szCs w:val="22"/>
        </w:rPr>
        <w:t xml:space="preserve"> vorantreib</w:t>
      </w:r>
      <w:r w:rsidR="00314B15">
        <w:rPr>
          <w:rFonts w:ascii="Raleway" w:hAnsi="Raleway"/>
          <w:szCs w:val="22"/>
        </w:rPr>
        <w:t>t</w:t>
      </w:r>
      <w:r w:rsidR="002878A2">
        <w:rPr>
          <w:rFonts w:ascii="Raleway" w:hAnsi="Raleway"/>
          <w:szCs w:val="22"/>
        </w:rPr>
        <w:t>.</w:t>
      </w:r>
      <w:r>
        <w:rPr>
          <w:rFonts w:ascii="Raleway" w:hAnsi="Raleway"/>
          <w:szCs w:val="22"/>
        </w:rPr>
        <w:t xml:space="preserve"> </w:t>
      </w:r>
      <w:r w:rsidR="005B484E">
        <w:rPr>
          <w:rFonts w:ascii="Raleway" w:hAnsi="Raleway"/>
          <w:szCs w:val="22"/>
        </w:rPr>
        <w:t xml:space="preserve">Lingner Marketing entwickelte hierfür </w:t>
      </w:r>
      <w:r>
        <w:rPr>
          <w:rFonts w:ascii="Raleway" w:hAnsi="Raleway"/>
          <w:szCs w:val="22"/>
        </w:rPr>
        <w:t xml:space="preserve">bereits </w:t>
      </w:r>
      <w:r w:rsidR="005B484E">
        <w:rPr>
          <w:rFonts w:ascii="Raleway" w:hAnsi="Raleway"/>
          <w:szCs w:val="22"/>
        </w:rPr>
        <w:t xml:space="preserve">ein neues </w:t>
      </w:r>
      <w:r>
        <w:rPr>
          <w:rFonts w:ascii="Raleway" w:hAnsi="Raleway"/>
          <w:szCs w:val="22"/>
        </w:rPr>
        <w:t xml:space="preserve">Corporate </w:t>
      </w:r>
      <w:r w:rsidR="00D36D36">
        <w:rPr>
          <w:rFonts w:ascii="Raleway" w:hAnsi="Raleway"/>
          <w:szCs w:val="22"/>
        </w:rPr>
        <w:t>Design</w:t>
      </w:r>
      <w:r w:rsidR="005B484E">
        <w:rPr>
          <w:rFonts w:ascii="Raleway" w:hAnsi="Raleway"/>
          <w:szCs w:val="22"/>
        </w:rPr>
        <w:t>, das</w:t>
      </w:r>
      <w:r w:rsidR="00D36D36">
        <w:rPr>
          <w:rFonts w:ascii="Raleway" w:hAnsi="Raleway"/>
          <w:szCs w:val="22"/>
        </w:rPr>
        <w:t xml:space="preserve"> </w:t>
      </w:r>
      <w:r w:rsidR="005B484E">
        <w:rPr>
          <w:rFonts w:ascii="Raleway" w:hAnsi="Raleway"/>
          <w:szCs w:val="22"/>
        </w:rPr>
        <w:t>gerade</w:t>
      </w:r>
      <w:r w:rsidR="00D36D36">
        <w:rPr>
          <w:rFonts w:ascii="Raleway" w:hAnsi="Raleway"/>
          <w:szCs w:val="22"/>
        </w:rPr>
        <w:t xml:space="preserve"> in einer ersten Produktkampagne zum Einsatz</w:t>
      </w:r>
      <w:r w:rsidR="005B484E">
        <w:rPr>
          <w:rFonts w:ascii="Raleway" w:hAnsi="Raleway"/>
          <w:szCs w:val="22"/>
        </w:rPr>
        <w:t xml:space="preserve"> kommt</w:t>
      </w:r>
      <w:r w:rsidR="00D36D36">
        <w:rPr>
          <w:rFonts w:ascii="Raleway" w:hAnsi="Raleway"/>
          <w:szCs w:val="22"/>
        </w:rPr>
        <w:t xml:space="preserve">. Darüber hinaus betreut die Agentur die </w:t>
      </w:r>
      <w:r w:rsidR="00270F26">
        <w:rPr>
          <w:rFonts w:ascii="Raleway" w:hAnsi="Raleway"/>
          <w:szCs w:val="22"/>
        </w:rPr>
        <w:t>Social-Media-Kanäle</w:t>
      </w:r>
      <w:r w:rsidR="00D36D36">
        <w:rPr>
          <w:rFonts w:ascii="Raleway" w:hAnsi="Raleway"/>
          <w:szCs w:val="22"/>
        </w:rPr>
        <w:t xml:space="preserve"> vollumfänglich. </w:t>
      </w:r>
    </w:p>
    <w:p w14:paraId="21E72DBD" w14:textId="77777777" w:rsidR="00F04E56" w:rsidRPr="008D47D5" w:rsidRDefault="00F04E56" w:rsidP="008D47D5">
      <w:pPr>
        <w:spacing w:line="360" w:lineRule="auto"/>
        <w:ind w:right="1128"/>
        <w:jc w:val="both"/>
        <w:rPr>
          <w:rFonts w:ascii="Raleway" w:hAnsi="Raleway"/>
          <w:szCs w:val="22"/>
        </w:rPr>
      </w:pPr>
    </w:p>
    <w:p w14:paraId="6BD6E569" w14:textId="77777777" w:rsidR="008F3232" w:rsidRPr="008F3232" w:rsidRDefault="008F3232" w:rsidP="0060009C">
      <w:pPr>
        <w:spacing w:line="360" w:lineRule="auto"/>
        <w:ind w:right="1128"/>
        <w:jc w:val="both"/>
        <w:rPr>
          <w:rFonts w:ascii="Raleway" w:hAnsi="Raleway"/>
          <w:b/>
          <w:bCs/>
          <w:szCs w:val="22"/>
        </w:rPr>
      </w:pPr>
      <w:r w:rsidRPr="008F3232">
        <w:rPr>
          <w:rFonts w:ascii="Raleway" w:hAnsi="Raleway"/>
          <w:b/>
          <w:bCs/>
          <w:szCs w:val="22"/>
        </w:rPr>
        <w:t>Maintal Konfitüren GmbH</w:t>
      </w:r>
    </w:p>
    <w:p w14:paraId="6E6D49D0" w14:textId="27044BC0" w:rsidR="008D47D5" w:rsidRDefault="00270F26" w:rsidP="0060009C">
      <w:pPr>
        <w:spacing w:line="360" w:lineRule="auto"/>
        <w:ind w:right="1128"/>
        <w:jc w:val="both"/>
        <w:rPr>
          <w:rFonts w:ascii="Raleway" w:hAnsi="Raleway"/>
          <w:szCs w:val="22"/>
        </w:rPr>
      </w:pPr>
      <w:r>
        <w:rPr>
          <w:rFonts w:ascii="Raleway" w:hAnsi="Raleway"/>
          <w:szCs w:val="22"/>
        </w:rPr>
        <w:t xml:space="preserve">Seit 1886 steht Maintal Konfitüren für Konfitüren, Gelees und Fruchtaufstriche. Bereits in der vierten Generation exportieren sie ihre hochwertigen Erzeugnisse in die ganze Welt. Lingner Marketing darf das Unternehmen </w:t>
      </w:r>
      <w:r w:rsidR="005B484E">
        <w:rPr>
          <w:rFonts w:ascii="Raleway" w:hAnsi="Raleway"/>
          <w:szCs w:val="22"/>
        </w:rPr>
        <w:t xml:space="preserve">aktuell </w:t>
      </w:r>
      <w:r>
        <w:rPr>
          <w:rFonts w:ascii="Raleway" w:hAnsi="Raleway"/>
          <w:szCs w:val="22"/>
        </w:rPr>
        <w:t>bei der Gestaltung neuer Displays begleiten.</w:t>
      </w:r>
    </w:p>
    <w:p w14:paraId="40055A2F" w14:textId="77777777" w:rsidR="00D36D36" w:rsidRDefault="00D36D36" w:rsidP="0060009C">
      <w:pPr>
        <w:spacing w:line="360" w:lineRule="auto"/>
        <w:ind w:right="1128"/>
        <w:jc w:val="both"/>
        <w:rPr>
          <w:rFonts w:ascii="Raleway" w:hAnsi="Raleway"/>
          <w:szCs w:val="22"/>
        </w:rPr>
      </w:pPr>
    </w:p>
    <w:p w14:paraId="782124EE" w14:textId="77777777" w:rsidR="004B21FB" w:rsidRPr="008F3232" w:rsidRDefault="004B21FB" w:rsidP="004B21FB">
      <w:pPr>
        <w:spacing w:line="360" w:lineRule="auto"/>
        <w:ind w:right="1128"/>
        <w:jc w:val="both"/>
        <w:rPr>
          <w:rFonts w:ascii="Raleway" w:hAnsi="Raleway"/>
          <w:b/>
          <w:bCs/>
          <w:szCs w:val="22"/>
        </w:rPr>
      </w:pPr>
      <w:r>
        <w:rPr>
          <w:rFonts w:ascii="Raleway" w:hAnsi="Raleway"/>
          <w:b/>
          <w:bCs/>
          <w:szCs w:val="22"/>
        </w:rPr>
        <w:t>Kulmbacher Brauerei AG</w:t>
      </w:r>
    </w:p>
    <w:p w14:paraId="2A92B8BF" w14:textId="77777777" w:rsidR="004B21FB" w:rsidRDefault="004B21FB" w:rsidP="004B21FB">
      <w:pPr>
        <w:spacing w:line="360" w:lineRule="auto"/>
        <w:ind w:right="1128"/>
        <w:jc w:val="both"/>
        <w:rPr>
          <w:rFonts w:ascii="Raleway" w:hAnsi="Raleway"/>
          <w:szCs w:val="22"/>
        </w:rPr>
      </w:pPr>
      <w:r>
        <w:rPr>
          <w:rFonts w:ascii="Raleway" w:hAnsi="Raleway"/>
          <w:szCs w:val="22"/>
        </w:rPr>
        <w:t xml:space="preserve">Die </w:t>
      </w:r>
      <w:r w:rsidRPr="00EA5EA8">
        <w:rPr>
          <w:rFonts w:ascii="Raleway" w:hAnsi="Raleway"/>
          <w:szCs w:val="22"/>
        </w:rPr>
        <w:t>Traditionsmarke Mönchshof</w:t>
      </w:r>
      <w:r>
        <w:rPr>
          <w:rFonts w:ascii="Raleway" w:hAnsi="Raleway"/>
          <w:szCs w:val="22"/>
        </w:rPr>
        <w:t xml:space="preserve"> setzt bei der Einführung eines neuen Produkts auf die Expertise und kreative Unterstützung der Fürther Agentur. Hierfür fand bereits ein Fotoshooting statt und die einzelnen Maßnahmen, wie beispielsweise ein Radiospot und </w:t>
      </w:r>
      <w:proofErr w:type="spellStart"/>
      <w:r>
        <w:rPr>
          <w:rFonts w:ascii="Raleway" w:hAnsi="Raleway"/>
          <w:szCs w:val="22"/>
        </w:rPr>
        <w:t>Kampagnenvisual</w:t>
      </w:r>
      <w:proofErr w:type="spellEnd"/>
      <w:r>
        <w:rPr>
          <w:rFonts w:ascii="Raleway" w:hAnsi="Raleway"/>
          <w:szCs w:val="22"/>
        </w:rPr>
        <w:t xml:space="preserve">, befinden sich derzeit in der Ausarbeitung.  </w:t>
      </w:r>
    </w:p>
    <w:p w14:paraId="549004F1" w14:textId="77777777" w:rsidR="008F3232" w:rsidRDefault="008F3232" w:rsidP="00F06272">
      <w:pPr>
        <w:spacing w:line="360" w:lineRule="auto"/>
        <w:ind w:right="1128"/>
        <w:jc w:val="both"/>
        <w:rPr>
          <w:rFonts w:ascii="Raleway" w:hAnsi="Raleway"/>
          <w:szCs w:val="22"/>
        </w:rPr>
      </w:pPr>
    </w:p>
    <w:p w14:paraId="60A929AE" w14:textId="77777777" w:rsidR="003B4163" w:rsidRDefault="003B4163" w:rsidP="00F06272">
      <w:pPr>
        <w:spacing w:line="360" w:lineRule="auto"/>
        <w:ind w:right="1128"/>
        <w:jc w:val="both"/>
        <w:rPr>
          <w:rFonts w:ascii="Raleway" w:hAnsi="Raleway"/>
          <w:b/>
          <w:bCs/>
          <w:szCs w:val="22"/>
        </w:rPr>
      </w:pPr>
      <w:proofErr w:type="spellStart"/>
      <w:r w:rsidRPr="003B4163">
        <w:rPr>
          <w:rFonts w:ascii="Raleway" w:hAnsi="Raleway"/>
          <w:b/>
          <w:bCs/>
          <w:szCs w:val="22"/>
        </w:rPr>
        <w:t>guttenberger+partner</w:t>
      </w:r>
      <w:proofErr w:type="spellEnd"/>
      <w:r w:rsidRPr="003B4163">
        <w:rPr>
          <w:rFonts w:ascii="Raleway" w:hAnsi="Raleway"/>
          <w:b/>
          <w:bCs/>
          <w:szCs w:val="22"/>
        </w:rPr>
        <w:t xml:space="preserve"> GmbH</w:t>
      </w:r>
    </w:p>
    <w:p w14:paraId="3AFE5C60" w14:textId="246646E0" w:rsidR="00076F38" w:rsidRPr="00076F38" w:rsidRDefault="00AE4027" w:rsidP="00F06272">
      <w:pPr>
        <w:spacing w:line="360" w:lineRule="auto"/>
        <w:ind w:right="1128"/>
        <w:jc w:val="both"/>
        <w:rPr>
          <w:rFonts w:ascii="Raleway" w:hAnsi="Raleway"/>
          <w:szCs w:val="22"/>
        </w:rPr>
      </w:pPr>
      <w:r w:rsidRPr="00AE4027">
        <w:rPr>
          <w:rFonts w:ascii="Raleway" w:hAnsi="Raleway"/>
          <w:szCs w:val="22"/>
        </w:rPr>
        <w:t xml:space="preserve">Die </w:t>
      </w:r>
      <w:proofErr w:type="spellStart"/>
      <w:r w:rsidRPr="00AE4027">
        <w:rPr>
          <w:rFonts w:ascii="Raleway" w:hAnsi="Raleway"/>
          <w:szCs w:val="22"/>
        </w:rPr>
        <w:t>guttenberger+partner</w:t>
      </w:r>
      <w:proofErr w:type="spellEnd"/>
      <w:r w:rsidRPr="00AE4027">
        <w:rPr>
          <w:rFonts w:ascii="Raleway" w:hAnsi="Raleway"/>
          <w:szCs w:val="22"/>
        </w:rPr>
        <w:t xml:space="preserve"> GmbH aus Freystadt ist Experte für die Planung, Produktion und Montage von Lichtwerbeanlagen.</w:t>
      </w:r>
      <w:r w:rsidR="001C5E9F">
        <w:rPr>
          <w:rFonts w:ascii="Raleway" w:hAnsi="Raleway"/>
          <w:szCs w:val="22"/>
        </w:rPr>
        <w:t xml:space="preserve"> Um ihre Positionierung zu schärfen und </w:t>
      </w:r>
      <w:r w:rsidR="002D6546">
        <w:rPr>
          <w:rFonts w:ascii="Raleway" w:hAnsi="Raleway"/>
          <w:szCs w:val="22"/>
        </w:rPr>
        <w:t xml:space="preserve">die </w:t>
      </w:r>
      <w:r w:rsidR="001C5E9F">
        <w:rPr>
          <w:rFonts w:ascii="Raleway" w:hAnsi="Raleway"/>
          <w:szCs w:val="22"/>
        </w:rPr>
        <w:t xml:space="preserve">Marke auszubauen, entwickelt Lingner Marketing </w:t>
      </w:r>
      <w:r w:rsidR="002D6546">
        <w:rPr>
          <w:rFonts w:ascii="Raleway" w:hAnsi="Raleway"/>
          <w:szCs w:val="22"/>
        </w:rPr>
        <w:t xml:space="preserve">aktuell </w:t>
      </w:r>
      <w:r w:rsidR="001C5E9F">
        <w:rPr>
          <w:rFonts w:ascii="Raleway" w:hAnsi="Raleway"/>
          <w:szCs w:val="22"/>
        </w:rPr>
        <w:t xml:space="preserve">ein umfassendes Konzept und eine passende Kommunikationsstrategie. </w:t>
      </w:r>
    </w:p>
    <w:p w14:paraId="129E5D3F" w14:textId="77777777" w:rsidR="00045D66" w:rsidRDefault="00045D66" w:rsidP="00F06272">
      <w:pPr>
        <w:spacing w:line="360" w:lineRule="auto"/>
        <w:ind w:right="1128"/>
        <w:jc w:val="both"/>
        <w:rPr>
          <w:rFonts w:ascii="Raleway" w:hAnsi="Raleway"/>
          <w:szCs w:val="22"/>
        </w:rPr>
      </w:pPr>
    </w:p>
    <w:p w14:paraId="5E1DC476" w14:textId="77777777" w:rsidR="001C5E9F" w:rsidRDefault="001C5E9F" w:rsidP="00F06272">
      <w:pPr>
        <w:spacing w:line="360" w:lineRule="auto"/>
        <w:ind w:right="1128"/>
        <w:jc w:val="both"/>
        <w:rPr>
          <w:rFonts w:ascii="Raleway" w:hAnsi="Raleway"/>
          <w:szCs w:val="22"/>
        </w:rPr>
      </w:pPr>
    </w:p>
    <w:p w14:paraId="606C082F" w14:textId="77777777" w:rsidR="0085556A" w:rsidRPr="002D6252" w:rsidRDefault="0085556A" w:rsidP="0085556A">
      <w:pPr>
        <w:spacing w:line="360" w:lineRule="auto"/>
        <w:ind w:right="1128"/>
        <w:jc w:val="both"/>
        <w:rPr>
          <w:rFonts w:ascii="Raleway" w:hAnsi="Raleway"/>
          <w:b/>
        </w:rPr>
      </w:pPr>
      <w:r>
        <w:rPr>
          <w:rFonts w:ascii="Raleway" w:hAnsi="Raleway"/>
          <w:b/>
        </w:rPr>
        <w:t>Markenkommunikation mit Leidenschaft</w:t>
      </w:r>
    </w:p>
    <w:p w14:paraId="2B82EC29" w14:textId="06BBE5D7" w:rsidR="0085556A" w:rsidRPr="005F4271" w:rsidRDefault="0085556A" w:rsidP="0085556A">
      <w:pPr>
        <w:spacing w:line="360" w:lineRule="auto"/>
        <w:ind w:right="1128"/>
        <w:jc w:val="both"/>
        <w:rPr>
          <w:rFonts w:ascii="Raleway" w:hAnsi="Raleway"/>
        </w:rPr>
      </w:pPr>
      <w:r>
        <w:rPr>
          <w:rFonts w:ascii="Raleway" w:hAnsi="Raleway"/>
          <w:szCs w:val="22"/>
        </w:rPr>
        <w:t xml:space="preserve">Lingner Marketing zählt seit </w:t>
      </w:r>
      <w:r w:rsidR="001E4FDC">
        <w:rPr>
          <w:rFonts w:ascii="Raleway" w:hAnsi="Raleway"/>
          <w:szCs w:val="22"/>
        </w:rPr>
        <w:t>mehr als einem Jahrzehnt</w:t>
      </w:r>
      <w:r>
        <w:rPr>
          <w:rFonts w:ascii="Raleway" w:hAnsi="Raleway"/>
          <w:szCs w:val="22"/>
        </w:rPr>
        <w:t xml:space="preserve"> zu den Top 50 der größten inhabergeführten Agenturen und steht mit 48 Beschäftigten, zwei Auszubildenden und einem festen Kundenstamm auf festen Beinen. </w:t>
      </w:r>
      <w:r w:rsidR="001E4FDC">
        <w:rPr>
          <w:rFonts w:ascii="Raleway" w:hAnsi="Raleway"/>
          <w:szCs w:val="22"/>
        </w:rPr>
        <w:t>Gemäß ihrem</w:t>
      </w:r>
      <w:r>
        <w:rPr>
          <w:rFonts w:ascii="Raleway" w:hAnsi="Raleway"/>
          <w:szCs w:val="22"/>
        </w:rPr>
        <w:t xml:space="preserve"> Leitspruch ‚</w:t>
      </w:r>
      <w:proofErr w:type="spellStart"/>
      <w:r>
        <w:rPr>
          <w:rFonts w:ascii="Raleway" w:hAnsi="Raleway"/>
          <w:szCs w:val="22"/>
        </w:rPr>
        <w:t>Powered</w:t>
      </w:r>
      <w:proofErr w:type="spellEnd"/>
      <w:r>
        <w:rPr>
          <w:rFonts w:ascii="Raleway" w:hAnsi="Raleway"/>
          <w:szCs w:val="22"/>
        </w:rPr>
        <w:t xml:space="preserve"> </w:t>
      </w:r>
      <w:proofErr w:type="spellStart"/>
      <w:r>
        <w:rPr>
          <w:rFonts w:ascii="Raleway" w:hAnsi="Raleway"/>
          <w:szCs w:val="22"/>
        </w:rPr>
        <w:t>by</w:t>
      </w:r>
      <w:proofErr w:type="spellEnd"/>
      <w:r>
        <w:rPr>
          <w:rFonts w:ascii="Raleway" w:hAnsi="Raleway"/>
          <w:szCs w:val="22"/>
        </w:rPr>
        <w:t xml:space="preserve"> </w:t>
      </w:r>
      <w:proofErr w:type="spellStart"/>
      <w:r>
        <w:rPr>
          <w:rFonts w:ascii="Raleway" w:hAnsi="Raleway"/>
          <w:szCs w:val="22"/>
        </w:rPr>
        <w:t>passion</w:t>
      </w:r>
      <w:proofErr w:type="spellEnd"/>
      <w:r>
        <w:rPr>
          <w:rFonts w:ascii="Raleway" w:hAnsi="Raleway"/>
          <w:szCs w:val="22"/>
        </w:rPr>
        <w:t>‘</w:t>
      </w:r>
      <w:r w:rsidR="001E4FDC">
        <w:rPr>
          <w:rFonts w:ascii="Raleway" w:hAnsi="Raleway"/>
          <w:szCs w:val="22"/>
        </w:rPr>
        <w:t xml:space="preserve"> </w:t>
      </w:r>
      <w:r>
        <w:rPr>
          <w:rFonts w:ascii="Raleway" w:hAnsi="Raleway"/>
          <w:szCs w:val="22"/>
        </w:rPr>
        <w:t xml:space="preserve">kreieren </w:t>
      </w:r>
      <w:r w:rsidR="001E4FDC">
        <w:rPr>
          <w:rFonts w:ascii="Raleway" w:hAnsi="Raleway"/>
          <w:szCs w:val="22"/>
        </w:rPr>
        <w:t xml:space="preserve">die Strategen und Kreativen </w:t>
      </w:r>
      <w:r>
        <w:rPr>
          <w:rFonts w:ascii="Raleway" w:hAnsi="Raleway"/>
          <w:szCs w:val="22"/>
        </w:rPr>
        <w:t xml:space="preserve">mit viel Herzblut und Engagement emotionale Maßnahmen für </w:t>
      </w:r>
      <w:r w:rsidR="001E4FDC">
        <w:rPr>
          <w:rFonts w:ascii="Raleway" w:hAnsi="Raleway"/>
          <w:szCs w:val="22"/>
        </w:rPr>
        <w:t>starke</w:t>
      </w:r>
      <w:r>
        <w:rPr>
          <w:rFonts w:ascii="Raleway" w:hAnsi="Raleway"/>
          <w:szCs w:val="22"/>
        </w:rPr>
        <w:t xml:space="preserve"> Marken. Und der Erfolg gibt der Agentur Recht: In den letzten Jahren erhielt Lingner Marketing zahlreiche renommierte Auszeichnungen der Branche, wie den German Brand Award für herausragende Markenarbeit und den German Design Award für ausgezeichnetes Design. </w:t>
      </w:r>
    </w:p>
    <w:p w14:paraId="58AAA8C0" w14:textId="77777777" w:rsidR="0085556A" w:rsidRPr="00F06272" w:rsidRDefault="0085556A" w:rsidP="00F06272">
      <w:pPr>
        <w:spacing w:line="360" w:lineRule="auto"/>
        <w:ind w:right="1128"/>
        <w:jc w:val="both"/>
        <w:rPr>
          <w:rFonts w:ascii="Raleway" w:hAnsi="Raleway"/>
          <w:szCs w:val="22"/>
        </w:rPr>
      </w:pPr>
    </w:p>
    <w:p w14:paraId="2618AF02" w14:textId="77777777" w:rsidR="00344EE1" w:rsidRPr="00F06272" w:rsidRDefault="00816DE9" w:rsidP="00F06272">
      <w:pPr>
        <w:spacing w:line="360" w:lineRule="auto"/>
        <w:ind w:right="1128"/>
        <w:jc w:val="both"/>
        <w:rPr>
          <w:rFonts w:ascii="Raleway" w:hAnsi="Raleway"/>
          <w:szCs w:val="22"/>
        </w:rPr>
      </w:pPr>
      <w:r>
        <w:rPr>
          <w:rFonts w:ascii="Raleway" w:hAnsi="Raleway"/>
          <w:szCs w:val="22"/>
        </w:rPr>
        <w:t xml:space="preserve">Weitere Informationen zur Agentur finden Interessierte unter </w:t>
      </w:r>
      <w:hyperlink r:id="rId6" w:history="1">
        <w:r w:rsidRPr="005354BC">
          <w:rPr>
            <w:rStyle w:val="Hyperlink"/>
            <w:rFonts w:ascii="Raleway" w:hAnsi="Raleway"/>
            <w:szCs w:val="22"/>
          </w:rPr>
          <w:t>www.lingner.de</w:t>
        </w:r>
      </w:hyperlink>
      <w:r>
        <w:rPr>
          <w:rFonts w:ascii="Raleway" w:hAnsi="Raleway"/>
          <w:szCs w:val="22"/>
        </w:rPr>
        <w:t xml:space="preserve"> </w:t>
      </w:r>
    </w:p>
    <w:p w14:paraId="1BFEB0BA" w14:textId="77777777" w:rsidR="00344EE1" w:rsidRDefault="00344EE1" w:rsidP="00F26C2B">
      <w:pPr>
        <w:ind w:right="1128"/>
        <w:rPr>
          <w:rFonts w:ascii="Raleway" w:hAnsi="Raleway"/>
          <w:szCs w:val="22"/>
        </w:rPr>
      </w:pPr>
    </w:p>
    <w:p w14:paraId="14CE909C" w14:textId="77777777" w:rsidR="0085556A" w:rsidRDefault="0085556A" w:rsidP="00F26C2B">
      <w:pPr>
        <w:ind w:right="1128"/>
        <w:rPr>
          <w:rFonts w:ascii="Raleway" w:hAnsi="Raleway"/>
          <w:b/>
        </w:rPr>
      </w:pPr>
    </w:p>
    <w:p w14:paraId="538E7D9F" w14:textId="77777777" w:rsidR="007F431D" w:rsidRDefault="007F431D" w:rsidP="00F26C2B">
      <w:pPr>
        <w:ind w:right="1128"/>
        <w:rPr>
          <w:rFonts w:ascii="Raleway" w:hAnsi="Raleway"/>
          <w:b/>
        </w:rPr>
      </w:pPr>
    </w:p>
    <w:p w14:paraId="1C762B82" w14:textId="77777777" w:rsidR="00344EE1" w:rsidRDefault="00344EE1" w:rsidP="00344EE1">
      <w:pPr>
        <w:spacing w:line="360" w:lineRule="auto"/>
        <w:ind w:right="1128"/>
        <w:jc w:val="both"/>
        <w:rPr>
          <w:rFonts w:ascii="Raleway" w:hAnsi="Raleway"/>
          <w:b/>
          <w:i/>
          <w:sz w:val="20"/>
        </w:rPr>
      </w:pPr>
      <w:r>
        <w:rPr>
          <w:rFonts w:ascii="Raleway" w:hAnsi="Raleway"/>
          <w:b/>
          <w:i/>
          <w:sz w:val="20"/>
        </w:rPr>
        <w:t>Über Lingner Marketing</w:t>
      </w:r>
    </w:p>
    <w:p w14:paraId="7C6FDF88" w14:textId="77777777" w:rsidR="00344EE1" w:rsidRPr="00B15CC4" w:rsidRDefault="00344EE1" w:rsidP="00344EE1">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n Erfolg ihrer Kundinnen und Kunden. Gegründet als klassische Werbeagentur im Jahr 1989 hat sie sich heute erfolgreich als Expertin für holistische Markenerlebnisse positioniert.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w:t>
      </w:r>
      <w:r>
        <w:rPr>
          <w:rFonts w:ascii="Raleway" w:hAnsi="Raleway"/>
          <w:i/>
          <w:sz w:val="20"/>
        </w:rPr>
        <w:lastRenderedPageBreak/>
        <w:t xml:space="preserve">und reicht bis hin zur crossmedialen Umsetzung von Online- und Offline-Maßnahmen. Beheimatet im mittelfränkischen Fürth beschäftigt die Agentur derzeit 48 Angestellte. </w:t>
      </w:r>
    </w:p>
    <w:p w14:paraId="295F7073" w14:textId="77777777" w:rsidR="002F6535" w:rsidRDefault="002F6535" w:rsidP="00F26C2B">
      <w:pPr>
        <w:ind w:right="1128"/>
        <w:rPr>
          <w:rFonts w:ascii="Raleway" w:hAnsi="Raleway"/>
          <w:b/>
        </w:rPr>
      </w:pPr>
    </w:p>
    <w:p w14:paraId="4D69C458" w14:textId="77777777" w:rsidR="002F6535" w:rsidRDefault="002F6535" w:rsidP="00F26C2B">
      <w:pPr>
        <w:ind w:right="1128"/>
        <w:rPr>
          <w:rFonts w:ascii="Raleway" w:hAnsi="Raleway"/>
          <w:b/>
        </w:rPr>
      </w:pPr>
    </w:p>
    <w:p w14:paraId="6D9E3244" w14:textId="77777777" w:rsidR="002F6535" w:rsidRDefault="002F6535" w:rsidP="00F26C2B">
      <w:pPr>
        <w:ind w:right="1128"/>
        <w:rPr>
          <w:rFonts w:ascii="Raleway" w:hAnsi="Raleway"/>
          <w:b/>
        </w:rPr>
      </w:pPr>
    </w:p>
    <w:p w14:paraId="68FB53C9" w14:textId="77777777" w:rsidR="00F06272" w:rsidRDefault="00F06272" w:rsidP="00F06272">
      <w:pPr>
        <w:ind w:right="1128"/>
        <w:rPr>
          <w:rFonts w:ascii="Raleway" w:hAnsi="Raleway"/>
          <w:b/>
          <w:u w:val="single"/>
        </w:rPr>
      </w:pPr>
      <w:r w:rsidRPr="00B76FB6">
        <w:rPr>
          <w:rFonts w:ascii="Raleway" w:hAnsi="Raleway"/>
          <w:b/>
          <w:u w:val="single"/>
        </w:rPr>
        <w:t>Bildunterschriften</w:t>
      </w:r>
    </w:p>
    <w:p w14:paraId="0CCA343E" w14:textId="77777777" w:rsidR="00F06272" w:rsidRDefault="00F06272" w:rsidP="00F06272">
      <w:pPr>
        <w:ind w:right="1128"/>
        <w:rPr>
          <w:rFonts w:ascii="Raleway" w:hAnsi="Raleway"/>
          <w:b/>
        </w:rPr>
      </w:pPr>
    </w:p>
    <w:p w14:paraId="4442E96B" w14:textId="56EF2E46" w:rsidR="00F06272" w:rsidRDefault="00302BF0" w:rsidP="00F06272">
      <w:pPr>
        <w:ind w:right="1128"/>
        <w:rPr>
          <w:rFonts w:ascii="Raleway" w:hAnsi="Raleway"/>
          <w:b/>
        </w:rPr>
      </w:pPr>
      <w:r>
        <w:rPr>
          <w:rFonts w:ascii="Raleway" w:hAnsi="Raleway"/>
          <w:b/>
          <w:noProof/>
        </w:rPr>
        <w:drawing>
          <wp:inline distT="0" distB="0" distL="0" distR="0" wp14:anchorId="30CF15E3" wp14:editId="26EC8770">
            <wp:extent cx="2589006" cy="1725433"/>
            <wp:effectExtent l="0" t="0" r="1905" b="8255"/>
            <wp:docPr id="1397323334" name="Grafik 1" descr="Ein Bild, das Im Haus, Kleidung, Wand,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323334" name="Grafik 1" descr="Ein Bild, das Im Haus, Kleidung, Wand, Text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2598840" cy="1731987"/>
                    </a:xfrm>
                    <a:prstGeom prst="rect">
                      <a:avLst/>
                    </a:prstGeom>
                  </pic:spPr>
                </pic:pic>
              </a:graphicData>
            </a:graphic>
          </wp:inline>
        </w:drawing>
      </w:r>
    </w:p>
    <w:p w14:paraId="56017EDE" w14:textId="77777777" w:rsidR="00F06272" w:rsidRDefault="00F06272" w:rsidP="00F06272">
      <w:pPr>
        <w:ind w:right="1128"/>
        <w:rPr>
          <w:rFonts w:ascii="Raleway" w:hAnsi="Raleway"/>
          <w:b/>
        </w:rPr>
      </w:pPr>
    </w:p>
    <w:p w14:paraId="126CF20D" w14:textId="72E6C953" w:rsidR="00F06272" w:rsidRPr="0044286C" w:rsidRDefault="00302BF0" w:rsidP="00F06272">
      <w:pPr>
        <w:ind w:right="1128"/>
        <w:rPr>
          <w:rFonts w:ascii="Raleway" w:hAnsi="Raleway"/>
          <w:i/>
        </w:rPr>
      </w:pPr>
      <w:r>
        <w:rPr>
          <w:rFonts w:ascii="Raleway" w:hAnsi="Raleway"/>
          <w:szCs w:val="22"/>
        </w:rPr>
        <w:t xml:space="preserve">Stabiles Wachstum im ersten Quartal 2024: </w:t>
      </w:r>
      <w:r>
        <w:rPr>
          <w:rFonts w:ascii="Raleway" w:hAnsi="Raleway"/>
          <w:szCs w:val="22"/>
        </w:rPr>
        <w:t>Gemäß ihrem Leitspruch ‚</w:t>
      </w:r>
      <w:proofErr w:type="spellStart"/>
      <w:r>
        <w:rPr>
          <w:rFonts w:ascii="Raleway" w:hAnsi="Raleway"/>
          <w:szCs w:val="22"/>
        </w:rPr>
        <w:t>Powered</w:t>
      </w:r>
      <w:proofErr w:type="spellEnd"/>
      <w:r>
        <w:rPr>
          <w:rFonts w:ascii="Raleway" w:hAnsi="Raleway"/>
          <w:szCs w:val="22"/>
        </w:rPr>
        <w:t xml:space="preserve"> </w:t>
      </w:r>
      <w:proofErr w:type="spellStart"/>
      <w:r>
        <w:rPr>
          <w:rFonts w:ascii="Raleway" w:hAnsi="Raleway"/>
          <w:szCs w:val="22"/>
        </w:rPr>
        <w:t>by</w:t>
      </w:r>
      <w:proofErr w:type="spellEnd"/>
      <w:r>
        <w:rPr>
          <w:rFonts w:ascii="Raleway" w:hAnsi="Raleway"/>
          <w:szCs w:val="22"/>
        </w:rPr>
        <w:t xml:space="preserve"> </w:t>
      </w:r>
      <w:proofErr w:type="spellStart"/>
      <w:r>
        <w:rPr>
          <w:rFonts w:ascii="Raleway" w:hAnsi="Raleway"/>
          <w:szCs w:val="22"/>
        </w:rPr>
        <w:t>passion</w:t>
      </w:r>
      <w:proofErr w:type="spellEnd"/>
      <w:r>
        <w:rPr>
          <w:rFonts w:ascii="Raleway" w:hAnsi="Raleway"/>
          <w:szCs w:val="22"/>
        </w:rPr>
        <w:t>‘ kreier</w:t>
      </w:r>
      <w:r>
        <w:rPr>
          <w:rFonts w:ascii="Raleway" w:hAnsi="Raleway"/>
          <w:szCs w:val="22"/>
        </w:rPr>
        <w:t>t</w:t>
      </w:r>
      <w:r>
        <w:rPr>
          <w:rFonts w:ascii="Raleway" w:hAnsi="Raleway"/>
          <w:szCs w:val="22"/>
        </w:rPr>
        <w:t xml:space="preserve"> </w:t>
      </w:r>
      <w:r>
        <w:rPr>
          <w:rFonts w:ascii="Raleway" w:hAnsi="Raleway"/>
          <w:szCs w:val="22"/>
        </w:rPr>
        <w:t>Lingner Marketing</w:t>
      </w:r>
      <w:r>
        <w:rPr>
          <w:rFonts w:ascii="Raleway" w:hAnsi="Raleway"/>
          <w:szCs w:val="22"/>
        </w:rPr>
        <w:t xml:space="preserve"> emotionale Maßnahmen für starke Marken.</w:t>
      </w:r>
    </w:p>
    <w:p w14:paraId="788EA9AC" w14:textId="77777777" w:rsidR="00F06272" w:rsidRDefault="00F06272" w:rsidP="00F26C2B">
      <w:pPr>
        <w:ind w:right="1128"/>
        <w:rPr>
          <w:rFonts w:ascii="Raleway" w:hAnsi="Raleway"/>
          <w:b/>
        </w:rPr>
      </w:pPr>
    </w:p>
    <w:p w14:paraId="14101A3B" w14:textId="77777777" w:rsidR="00F06272" w:rsidRDefault="00F06272" w:rsidP="00F26C2B">
      <w:pPr>
        <w:ind w:right="1128"/>
        <w:rPr>
          <w:rFonts w:ascii="Raleway" w:hAnsi="Raleway"/>
          <w:b/>
        </w:rPr>
      </w:pPr>
    </w:p>
    <w:p w14:paraId="48CB0EE4" w14:textId="77777777" w:rsidR="00F06272" w:rsidRDefault="00F06272" w:rsidP="00F26C2B">
      <w:pPr>
        <w:ind w:right="1128"/>
        <w:rPr>
          <w:rFonts w:ascii="Raleway" w:hAnsi="Raleway"/>
          <w:b/>
        </w:rPr>
      </w:pPr>
    </w:p>
    <w:p w14:paraId="31072948" w14:textId="77777777" w:rsidR="007F431D" w:rsidRDefault="007F431D" w:rsidP="00F26C2B">
      <w:pPr>
        <w:ind w:right="1128"/>
        <w:rPr>
          <w:rFonts w:ascii="Raleway" w:hAnsi="Raleway"/>
          <w:b/>
        </w:rPr>
      </w:pPr>
      <w:r>
        <w:rPr>
          <w:rFonts w:ascii="Raleway" w:hAnsi="Raleway"/>
          <w:b/>
        </w:rPr>
        <w:t>Pressekontakt:</w:t>
      </w:r>
    </w:p>
    <w:p w14:paraId="7AC76A92"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14:paraId="4F5064D0"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8"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14:paraId="5A38707A" w14:textId="77777777" w:rsidR="007F431D" w:rsidRPr="009A7E76" w:rsidRDefault="007F431D" w:rsidP="00F26C2B">
      <w:pPr>
        <w:ind w:right="1128"/>
        <w:rPr>
          <w:rFonts w:ascii="Raleway" w:hAnsi="Raleway"/>
          <w:b/>
        </w:rPr>
      </w:pPr>
    </w:p>
    <w:sectPr w:rsidR="007F431D" w:rsidRPr="009A7E76" w:rsidSect="00C7295E">
      <w:headerReference w:type="default" r:id="rId9"/>
      <w:foot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465FF" w14:textId="77777777" w:rsidR="00C7295E" w:rsidRDefault="00C7295E" w:rsidP="00F26C2B">
      <w:r>
        <w:separator/>
      </w:r>
    </w:p>
  </w:endnote>
  <w:endnote w:type="continuationSeparator" w:id="0">
    <w:p w14:paraId="32B06281" w14:textId="77777777" w:rsidR="00C7295E" w:rsidRDefault="00C7295E"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856015"/>
      <w:docPartObj>
        <w:docPartGallery w:val="Page Numbers (Bottom of Page)"/>
        <w:docPartUnique/>
      </w:docPartObj>
    </w:sdtPr>
    <w:sdtContent>
      <w:sdt>
        <w:sdtPr>
          <w:id w:val="1728636285"/>
          <w:docPartObj>
            <w:docPartGallery w:val="Page Numbers (Top of Page)"/>
            <w:docPartUnique/>
          </w:docPartObj>
        </w:sdtPr>
        <w:sdtContent>
          <w:sdt>
            <w:sdtPr>
              <w:rPr>
                <w:rFonts w:ascii="Raleway" w:hAnsi="Raleway"/>
                <w:sz w:val="18"/>
                <w:szCs w:val="18"/>
              </w:rPr>
              <w:id w:val="1138454866"/>
              <w:docPartObj>
                <w:docPartGallery w:val="Page Numbers (Top of Page)"/>
                <w:docPartUnique/>
              </w:docPartObj>
            </w:sdtPr>
            <w:sdtContent>
              <w:p w14:paraId="6AB3850E" w14:textId="77777777" w:rsidR="00F11537" w:rsidRPr="00F11537" w:rsidRDefault="00F11537" w:rsidP="00F11537">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14:paraId="040467D2" w14:textId="77777777" w:rsidR="00F11537"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820C5" w14:textId="77777777" w:rsidR="00C7295E" w:rsidRDefault="00C7295E" w:rsidP="00F26C2B">
      <w:r>
        <w:separator/>
      </w:r>
    </w:p>
  </w:footnote>
  <w:footnote w:type="continuationSeparator" w:id="0">
    <w:p w14:paraId="3036AC23" w14:textId="77777777" w:rsidR="00C7295E" w:rsidRDefault="00C7295E"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60C90" w14:textId="77777777" w:rsidR="00F26C2B" w:rsidRDefault="00F26C2B">
    <w:pPr>
      <w:pStyle w:val="Kopfzeile"/>
    </w:pPr>
    <w:r>
      <w:rPr>
        <w:noProof/>
      </w:rPr>
      <w:drawing>
        <wp:anchor distT="0" distB="0" distL="114300" distR="114300" simplePos="0" relativeHeight="251658240" behindDoc="1" locked="0" layoutInCell="1" allowOverlap="1" wp14:anchorId="0374C85C" wp14:editId="323717F0">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CD0"/>
    <w:rsid w:val="00025AB4"/>
    <w:rsid w:val="00045D66"/>
    <w:rsid w:val="00076F38"/>
    <w:rsid w:val="000A1829"/>
    <w:rsid w:val="000C5ED0"/>
    <w:rsid w:val="000E0B79"/>
    <w:rsid w:val="000F459A"/>
    <w:rsid w:val="001469F9"/>
    <w:rsid w:val="001558CA"/>
    <w:rsid w:val="00187086"/>
    <w:rsid w:val="001C5E9F"/>
    <w:rsid w:val="001D22B3"/>
    <w:rsid w:val="001E4FDC"/>
    <w:rsid w:val="00224281"/>
    <w:rsid w:val="00236CD0"/>
    <w:rsid w:val="00270F26"/>
    <w:rsid w:val="002878A2"/>
    <w:rsid w:val="002B6DD7"/>
    <w:rsid w:val="002D3E9D"/>
    <w:rsid w:val="002D6546"/>
    <w:rsid w:val="002F6535"/>
    <w:rsid w:val="00302BF0"/>
    <w:rsid w:val="00314B15"/>
    <w:rsid w:val="00331EAA"/>
    <w:rsid w:val="00344EE1"/>
    <w:rsid w:val="003A3D9B"/>
    <w:rsid w:val="003B4163"/>
    <w:rsid w:val="00455DD0"/>
    <w:rsid w:val="004B21FB"/>
    <w:rsid w:val="004C5BF4"/>
    <w:rsid w:val="004D1E43"/>
    <w:rsid w:val="004E042B"/>
    <w:rsid w:val="00513780"/>
    <w:rsid w:val="00520F1E"/>
    <w:rsid w:val="005626FD"/>
    <w:rsid w:val="005931B7"/>
    <w:rsid w:val="005B484E"/>
    <w:rsid w:val="0060009C"/>
    <w:rsid w:val="00666379"/>
    <w:rsid w:val="00687302"/>
    <w:rsid w:val="007A79BB"/>
    <w:rsid w:val="007B35B9"/>
    <w:rsid w:val="007F431D"/>
    <w:rsid w:val="00814284"/>
    <w:rsid w:val="00816DE9"/>
    <w:rsid w:val="00820A10"/>
    <w:rsid w:val="0085556A"/>
    <w:rsid w:val="008C1029"/>
    <w:rsid w:val="008C20E4"/>
    <w:rsid w:val="008D47D5"/>
    <w:rsid w:val="008F3232"/>
    <w:rsid w:val="00974287"/>
    <w:rsid w:val="00996601"/>
    <w:rsid w:val="009A7E76"/>
    <w:rsid w:val="009F1CBF"/>
    <w:rsid w:val="009F241F"/>
    <w:rsid w:val="00A133D5"/>
    <w:rsid w:val="00A14216"/>
    <w:rsid w:val="00A2116C"/>
    <w:rsid w:val="00A51033"/>
    <w:rsid w:val="00A6476D"/>
    <w:rsid w:val="00A65758"/>
    <w:rsid w:val="00A95106"/>
    <w:rsid w:val="00AA1BCD"/>
    <w:rsid w:val="00AC3A49"/>
    <w:rsid w:val="00AE4027"/>
    <w:rsid w:val="00AF3F68"/>
    <w:rsid w:val="00B01EA5"/>
    <w:rsid w:val="00B43763"/>
    <w:rsid w:val="00BF3A3C"/>
    <w:rsid w:val="00C66B9F"/>
    <w:rsid w:val="00C7295E"/>
    <w:rsid w:val="00C84664"/>
    <w:rsid w:val="00C91ECE"/>
    <w:rsid w:val="00CA6FD6"/>
    <w:rsid w:val="00CF564E"/>
    <w:rsid w:val="00D21958"/>
    <w:rsid w:val="00D36D36"/>
    <w:rsid w:val="00D44054"/>
    <w:rsid w:val="00D917C2"/>
    <w:rsid w:val="00D96B39"/>
    <w:rsid w:val="00E70201"/>
    <w:rsid w:val="00EB0D22"/>
    <w:rsid w:val="00EB1AFD"/>
    <w:rsid w:val="00F04E56"/>
    <w:rsid w:val="00F06272"/>
    <w:rsid w:val="00F11537"/>
    <w:rsid w:val="00F26C2B"/>
    <w:rsid w:val="00F33E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2C45F"/>
  <w14:defaultImageDpi w14:val="32767"/>
  <w15:chartTrackingRefBased/>
  <w15:docId w15:val="{CFA12100-FA79-44A7-9966-08C9EF14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299966845">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 w:id="182577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ja.nuernberger@lingner.de"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ngner.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3</Pages>
  <Words>592</Words>
  <Characters>3734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tanja.nuernberger@tn-text.de</cp:lastModifiedBy>
  <cp:revision>16</cp:revision>
  <dcterms:created xsi:type="dcterms:W3CDTF">2024-03-07T10:30:00Z</dcterms:created>
  <dcterms:modified xsi:type="dcterms:W3CDTF">2024-03-26T08:36:00Z</dcterms:modified>
</cp:coreProperties>
</file>